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6BE42F3A" w14:textId="06B9CC67" w:rsidR="008F3EB3" w:rsidRPr="006423EE" w:rsidRDefault="008145D7" w:rsidP="008F3EB3">
      <w:pPr>
        <w:spacing w:before="240" w:line="240" w:lineRule="exact"/>
        <w:rPr>
          <w:rFonts w:ascii="Verdana" w:hAnsi="Verdana"/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8F3EB3" w:rsidRPr="00A517E7">
        <w:rPr>
          <w:rFonts w:ascii="Verdana" w:hAnsi="Verdana"/>
          <w:b/>
        </w:rPr>
        <w:t>„</w:t>
      </w:r>
      <w:r w:rsidR="00AB7B8C" w:rsidRPr="00B732F7">
        <w:rPr>
          <w:rFonts w:ascii="Verdana" w:hAnsi="Verdana"/>
          <w:b/>
          <w:bCs/>
        </w:rPr>
        <w:t>Údržba, opravy a odstraňování závad u SPS v obvodu OŘ OVA 2025 - zajištění servisu a údržby automatických vrat, brán, závor, rolet a dveří</w:t>
      </w:r>
      <w:r w:rsidR="008F3EB3">
        <w:rPr>
          <w:rFonts w:ascii="Verdana" w:hAnsi="Verdana"/>
          <w:b/>
        </w:rPr>
        <w:t>“</w:t>
      </w:r>
      <w:r w:rsidR="008F3EB3" w:rsidRPr="007477BB">
        <w:rPr>
          <w:rFonts w:ascii="Verdana" w:hAnsi="Verdana"/>
          <w:bCs/>
        </w:rPr>
        <w:t>,</w:t>
      </w:r>
      <w:r w:rsidR="008F3EB3" w:rsidRPr="00CA26A7">
        <w:rPr>
          <w:rFonts w:ascii="Verdana" w:hAnsi="Verdana"/>
          <w:b/>
        </w:rPr>
        <w:t xml:space="preserve"> </w:t>
      </w:r>
      <w:r w:rsidR="008F3EB3" w:rsidRPr="003A4B47">
        <w:rPr>
          <w:rFonts w:ascii="Verdana" w:hAnsi="Verdana"/>
        </w:rPr>
        <w:t xml:space="preserve">č.j. </w:t>
      </w:r>
      <w:r w:rsidR="00AB7B8C">
        <w:rPr>
          <w:rFonts w:ascii="Verdana" w:hAnsi="Verdana"/>
        </w:rPr>
        <w:t>30032</w:t>
      </w:r>
      <w:r w:rsidR="008F3EB3" w:rsidRPr="00E129BC">
        <w:rPr>
          <w:rFonts w:ascii="Verdana" w:hAnsi="Verdana"/>
        </w:rPr>
        <w:t>/2025-SŽ-OŘ OVA-NPI</w:t>
      </w:r>
      <w:bookmarkEnd w:id="0"/>
      <w:r w:rsidR="008F3EB3" w:rsidRPr="003A4B47">
        <w:rPr>
          <w:rFonts w:ascii="Verdana" w:hAnsi="Verdana"/>
        </w:rPr>
        <w:t xml:space="preserve"> 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8F3EB3" w:rsidRPr="00A517E7">
        <w:rPr>
          <w:rFonts w:ascii="Verdana" w:hAnsi="Verdana"/>
          <w:b/>
        </w:rPr>
        <w:t xml:space="preserve"> </w:t>
      </w:r>
      <w:r w:rsidR="008F3EB3">
        <w:rPr>
          <w:rFonts w:ascii="Verdana" w:hAnsi="Verdana"/>
        </w:rPr>
        <w:t>část výběrového řízení</w:t>
      </w:r>
      <w:r w:rsidR="008F3EB3" w:rsidRPr="00A517E7">
        <w:rPr>
          <w:rFonts w:ascii="Verdana" w:eastAsiaTheme="majorEastAsia" w:hAnsi="Verdana"/>
          <w:vertAlign w:val="superscript"/>
        </w:rPr>
        <w:t xml:space="preserve"> </w:t>
      </w:r>
      <w:r w:rsidR="008F3EB3" w:rsidRPr="00A517E7">
        <w:rPr>
          <w:rFonts w:ascii="Verdana" w:eastAsiaTheme="majorEastAsia" w:hAnsi="Verdana"/>
          <w:vertAlign w:val="superscript"/>
        </w:rPr>
        <w:footnoteReference w:id="2"/>
      </w:r>
    </w:p>
    <w:p w14:paraId="2BF4C732" w14:textId="77777777" w:rsidR="008F3EB3" w:rsidRPr="00A517E7" w:rsidRDefault="008F3EB3" w:rsidP="008F3EB3">
      <w:pPr>
        <w:spacing w:before="240" w:line="240" w:lineRule="exact"/>
        <w:rPr>
          <w:rFonts w:ascii="Verdana" w:hAnsi="Verdana" w:cs="Arial"/>
          <w:b/>
        </w:rPr>
      </w:pPr>
    </w:p>
    <w:bookmarkStart w:id="1" w:name="Zaškrtávací1"/>
    <w:p w14:paraId="688A9E35" w14:textId="0BC298D1" w:rsidR="008F3EB3" w:rsidRPr="00A517E7" w:rsidRDefault="008F3EB3" w:rsidP="008F3EB3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="00AB7B8C" w:rsidRPr="00B732F7">
        <w:rPr>
          <w:rFonts w:ascii="Verdana" w:hAnsi="Verdana"/>
          <w:b/>
          <w:bCs/>
        </w:rPr>
        <w:t xml:space="preserve">Údržba, opravy a odstraňování závad u SPS v obvodu OŘ OVA 2025 - zajištění servisu a údržby automatických vrat, brán, závor, rolet a </w:t>
      </w:r>
      <w:r w:rsidR="00A33463" w:rsidRPr="00B732F7">
        <w:rPr>
          <w:rFonts w:ascii="Verdana" w:hAnsi="Verdana"/>
          <w:b/>
          <w:bCs/>
        </w:rPr>
        <w:t>dveří</w:t>
      </w:r>
      <w:r w:rsidR="00A33463" w:rsidRPr="006423EE">
        <w:rPr>
          <w:rFonts w:ascii="Verdana" w:hAnsi="Verdana"/>
          <w:b/>
          <w:bCs/>
        </w:rPr>
        <w:t xml:space="preserve"> – oblast</w:t>
      </w:r>
      <w:r w:rsidRPr="006423EE">
        <w:rPr>
          <w:rFonts w:ascii="Verdana" w:hAnsi="Verdana"/>
          <w:b/>
          <w:bCs/>
        </w:rPr>
        <w:t xml:space="preserve"> Ostrava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</w:t>
      </w:r>
      <w:r w:rsidR="00AB7B8C">
        <w:rPr>
          <w:rFonts w:ascii="Verdana" w:hAnsi="Verdana"/>
        </w:rPr>
        <w:t>51</w:t>
      </w:r>
    </w:p>
    <w:p w14:paraId="28F3A7CC" w14:textId="19D22BEE" w:rsidR="008F3EB3" w:rsidRPr="008F3EB3" w:rsidRDefault="008F3EB3" w:rsidP="008F3EB3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="00AB7B8C" w:rsidRPr="00B732F7">
        <w:rPr>
          <w:rFonts w:ascii="Verdana" w:hAnsi="Verdana"/>
          <w:b/>
          <w:bCs/>
        </w:rPr>
        <w:t xml:space="preserve">Údržba, opravy a odstraňování závad u SPS v obvodu OŘ OVA 2025 - zajištění servisu a údržby automatických vrat, brán, závor, rolet a </w:t>
      </w:r>
      <w:r w:rsidR="00A33463" w:rsidRPr="00B732F7">
        <w:rPr>
          <w:rFonts w:ascii="Verdana" w:hAnsi="Verdana"/>
          <w:b/>
          <w:bCs/>
        </w:rPr>
        <w:t>dveří</w:t>
      </w:r>
      <w:r w:rsidR="00A33463" w:rsidRPr="006423EE">
        <w:rPr>
          <w:rFonts w:ascii="Verdana" w:hAnsi="Verdana"/>
          <w:b/>
          <w:bCs/>
        </w:rPr>
        <w:t xml:space="preserve"> – oblast</w:t>
      </w:r>
      <w:r w:rsidRPr="006423EE">
        <w:rPr>
          <w:rFonts w:ascii="Verdana" w:hAnsi="Verdana"/>
          <w:b/>
          <w:bCs/>
        </w:rPr>
        <w:t xml:space="preserve"> Olomouc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</w:t>
      </w:r>
      <w:r w:rsidR="00AB7B8C">
        <w:rPr>
          <w:rFonts w:ascii="Verdana" w:hAnsi="Verdana"/>
        </w:rPr>
        <w:t>52</w:t>
      </w:r>
    </w:p>
    <w:p w14:paraId="59466B71" w14:textId="562ACCA8" w:rsidR="008145D7" w:rsidRDefault="008145D7" w:rsidP="00500F43">
      <w:pPr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3346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3346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33463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2FA25A5" w14:textId="77777777" w:rsidR="008F3EB3" w:rsidRPr="008F3EB3" w:rsidRDefault="008F3EB3" w:rsidP="008F3EB3">
      <w:pPr>
        <w:pStyle w:val="Textpoznpodarou"/>
        <w:rPr>
          <w:rFonts w:ascii="Verdana" w:hAnsi="Verdana"/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Účastník zaškrtne nabízená pole těch částí výběrového řízení, pro něž podává nabídku.</w:t>
      </w:r>
    </w:p>
    <w:p w14:paraId="1182F1E7" w14:textId="77777777" w:rsidR="008F3EB3" w:rsidRPr="008F3EB3" w:rsidRDefault="008F3EB3" w:rsidP="008F3EB3">
      <w:pPr>
        <w:pStyle w:val="Textpoznpodarou"/>
        <w:ind w:left="142"/>
        <w:rPr>
          <w:rFonts w:ascii="Verdana" w:hAnsi="Verdana"/>
          <w:szCs w:val="14"/>
        </w:rPr>
      </w:pPr>
      <w:r w:rsidRPr="008F3EB3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4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33463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C2052"/>
    <w:rsid w:val="004F0595"/>
    <w:rsid w:val="005F595B"/>
    <w:rsid w:val="00710200"/>
    <w:rsid w:val="0087094D"/>
    <w:rsid w:val="009038E8"/>
    <w:rsid w:val="00AC1589"/>
    <w:rsid w:val="00B72819"/>
    <w:rsid w:val="00B80B0A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552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18</cp:revision>
  <cp:lastPrinted>2017-11-28T17:18:00Z</cp:lastPrinted>
  <dcterms:created xsi:type="dcterms:W3CDTF">2023-11-16T10:29:00Z</dcterms:created>
  <dcterms:modified xsi:type="dcterms:W3CDTF">2025-08-05T12:07:00Z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